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9D75B" w14:textId="77777777" w:rsidR="006E5D65" w:rsidRPr="008E50C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D8678B" w:rsidRPr="008E50C5">
        <w:rPr>
          <w:rFonts w:ascii="Corbel" w:hAnsi="Corbel"/>
          <w:bCs/>
          <w:i/>
        </w:rPr>
        <w:t xml:space="preserve">Załącznik nr </w:t>
      </w:r>
      <w:r w:rsidR="006F31E2" w:rsidRPr="008E50C5">
        <w:rPr>
          <w:rFonts w:ascii="Corbel" w:hAnsi="Corbel"/>
          <w:bCs/>
          <w:i/>
        </w:rPr>
        <w:t>1.5</w:t>
      </w:r>
      <w:r w:rsidR="00D8678B" w:rsidRPr="008E50C5">
        <w:rPr>
          <w:rFonts w:ascii="Corbel" w:hAnsi="Corbel"/>
          <w:bCs/>
          <w:i/>
        </w:rPr>
        <w:t xml:space="preserve"> do Zarządzenia</w:t>
      </w:r>
      <w:r w:rsidR="002A22BF" w:rsidRPr="008E50C5">
        <w:rPr>
          <w:rFonts w:ascii="Corbel" w:hAnsi="Corbel"/>
          <w:bCs/>
          <w:i/>
        </w:rPr>
        <w:t xml:space="preserve"> Rektora UR </w:t>
      </w:r>
      <w:r w:rsidRPr="008E50C5">
        <w:rPr>
          <w:rFonts w:ascii="Corbel" w:hAnsi="Corbel"/>
          <w:bCs/>
          <w:i/>
        </w:rPr>
        <w:t xml:space="preserve"> nr </w:t>
      </w:r>
      <w:r w:rsidR="00F17567" w:rsidRPr="008E50C5">
        <w:rPr>
          <w:rFonts w:ascii="Corbel" w:hAnsi="Corbel"/>
          <w:bCs/>
          <w:i/>
        </w:rPr>
        <w:t>12/2019</w:t>
      </w: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761E557C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20</w:t>
      </w:r>
      <w:r w:rsidR="00CE76DE">
        <w:rPr>
          <w:rFonts w:ascii="Corbel" w:hAnsi="Corbel"/>
          <w:i/>
          <w:smallCaps/>
          <w:sz w:val="24"/>
          <w:szCs w:val="24"/>
        </w:rPr>
        <w:t>19</w:t>
      </w:r>
      <w:r w:rsidR="00DC6D0C" w:rsidRPr="008E50C5">
        <w:rPr>
          <w:rFonts w:ascii="Corbel" w:hAnsi="Corbel"/>
          <w:i/>
          <w:smallCaps/>
          <w:sz w:val="24"/>
          <w:szCs w:val="24"/>
        </w:rPr>
        <w:t>-202</w:t>
      </w:r>
      <w:r w:rsidR="00CE76DE">
        <w:rPr>
          <w:rFonts w:ascii="Corbel" w:hAnsi="Corbel"/>
          <w:i/>
          <w:smallCaps/>
          <w:sz w:val="24"/>
          <w:szCs w:val="24"/>
        </w:rPr>
        <w:t>2</w:t>
      </w:r>
    </w:p>
    <w:p w14:paraId="5F90DCD2" w14:textId="15A651B8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CE76DE">
        <w:rPr>
          <w:rFonts w:ascii="Corbel" w:hAnsi="Corbel"/>
          <w:sz w:val="20"/>
          <w:szCs w:val="20"/>
        </w:rPr>
        <w:t>1</w:t>
      </w:r>
      <w:r w:rsidR="0082472E" w:rsidRPr="008E50C5">
        <w:rPr>
          <w:rFonts w:ascii="Corbel" w:hAnsi="Corbel"/>
          <w:sz w:val="20"/>
          <w:szCs w:val="20"/>
        </w:rPr>
        <w:t>/202</w:t>
      </w:r>
      <w:r w:rsidR="00CE76DE">
        <w:rPr>
          <w:rFonts w:ascii="Corbel" w:hAnsi="Corbel"/>
          <w:sz w:val="20"/>
          <w:szCs w:val="20"/>
        </w:rPr>
        <w:t>2</w:t>
      </w:r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E/I/EiZSP/C-1.3b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1258199F" w:rsidR="0085747A" w:rsidRPr="004B1582" w:rsidRDefault="004B15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158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36C4B897" w:rsidR="0082472E" w:rsidRPr="008E50C5" w:rsidRDefault="004B1582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2D905DAE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77777777" w:rsidR="0082472E" w:rsidRPr="008E50C5" w:rsidRDefault="0082472E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zaliczenie z oceną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Kultura organizacyjna i kultura społeczeństwa – istota i składniki kultury organizacyjnej. 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lastRenderedPageBreak/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Teams, case study.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A1C577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77777777" w:rsidR="008E50C5" w:rsidRPr="008E50C5" w:rsidRDefault="008E50C5" w:rsidP="008E50C5">
            <w:pPr>
              <w:rPr>
                <w:rFonts w:ascii="Corbel" w:hAnsi="Corbel"/>
                <w:bCs/>
              </w:rPr>
            </w:pPr>
            <w:r w:rsidRPr="008E50C5">
              <w:rPr>
                <w:rFonts w:ascii="Corbel" w:hAnsi="Corbel"/>
                <w:bCs/>
                <w:szCs w:val="24"/>
              </w:rPr>
              <w:t>kolokwium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43218A9" w:rsidR="008E50C5" w:rsidRPr="008E50C5" w:rsidRDefault="5B0E7453" w:rsidP="0A0FF70E">
            <w:pPr>
              <w:rPr>
                <w:rFonts w:ascii="Corbel" w:hAnsi="Corbel"/>
              </w:rPr>
            </w:pPr>
            <w:r w:rsidRPr="0A0FF70E"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Teams</w:t>
            </w:r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59B410FC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69E536BD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6749D5EE" w14:textId="2B25D0A2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AE9C4C5" w14:textId="2F42A381" w:rsidR="008E50C5" w:rsidRPr="008E50C5" w:rsidRDefault="004B1582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>(przygotowanie do zajęć i kolokwium).</w:t>
            </w:r>
          </w:p>
        </w:tc>
        <w:tc>
          <w:tcPr>
            <w:tcW w:w="4618" w:type="dxa"/>
          </w:tcPr>
          <w:p w14:paraId="3919709D" w14:textId="72ADB084" w:rsidR="008E50C5" w:rsidRPr="008E50C5" w:rsidRDefault="004B1582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A1A09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Pierścieniak A., Filip P., Gospodarowanie kapitałem ludzkim....w kierunku poprawy efektywności, wyd. </w:t>
            </w:r>
            <w:r w:rsidR="5237CA0E" w:rsidRPr="0A0FF70E">
              <w:rPr>
                <w:rFonts w:ascii="Corbel" w:hAnsi="Corbel"/>
                <w:sz w:val="24"/>
                <w:szCs w:val="24"/>
              </w:rPr>
              <w:t>URZ,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Grzebyk M., Kapitał ludzki i komunikacja w organizacji, wyd. PWSZ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A3C48" w14:textId="77777777" w:rsidR="00F25BFF" w:rsidRDefault="00F25BFF" w:rsidP="00C16ABF">
      <w:pPr>
        <w:spacing w:after="0" w:line="240" w:lineRule="auto"/>
      </w:pPr>
      <w:r>
        <w:separator/>
      </w:r>
    </w:p>
  </w:endnote>
  <w:endnote w:type="continuationSeparator" w:id="0">
    <w:p w14:paraId="1BDFDEEF" w14:textId="77777777" w:rsidR="00F25BFF" w:rsidRDefault="00F25B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D22EB" w14:textId="77777777" w:rsidR="00F25BFF" w:rsidRDefault="00F25BFF" w:rsidP="00C16ABF">
      <w:pPr>
        <w:spacing w:after="0" w:line="240" w:lineRule="auto"/>
      </w:pPr>
      <w:r>
        <w:separator/>
      </w:r>
    </w:p>
  </w:footnote>
  <w:footnote w:type="continuationSeparator" w:id="0">
    <w:p w14:paraId="49E6F5D0" w14:textId="77777777" w:rsidR="00F25BFF" w:rsidRDefault="00F25BFF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58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13E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E76D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BFF"/>
    <w:rsid w:val="00F27A7B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67283C-DF09-4A20-B9CD-D7572F181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967D1F-0CF2-40F8-AFAB-9D411106E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872</Words>
  <Characters>5235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16</cp:revision>
  <cp:lastPrinted>2019-02-06T12:12:00Z</cp:lastPrinted>
  <dcterms:created xsi:type="dcterms:W3CDTF">2020-10-25T21:59:00Z</dcterms:created>
  <dcterms:modified xsi:type="dcterms:W3CDTF">2020-12-10T04:57:00Z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